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4DEED701" w:rsidR="003F06C5" w:rsidRDefault="00957CE9" w:rsidP="00957CE9">
      <w:pPr>
        <w:jc w:val="both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CONVOCATORIA </w:t>
      </w:r>
      <w:r w:rsidR="005523DA">
        <w:rPr>
          <w:rFonts w:ascii="Montserrat" w:hAnsi="Montserrat"/>
          <w:b/>
          <w:bCs/>
          <w:sz w:val="28"/>
          <w:szCs w:val="28"/>
        </w:rPr>
        <w:t>EXTRAORDINARIA DEL PLENO DE LA DELEGACIÓN DE ESTUDIANTES DE LA FACULTAD/ESCUELA DE _____________________________________________________________</w:t>
      </w:r>
    </w:p>
    <w:p w14:paraId="32693AFC" w14:textId="77777777" w:rsidR="00957CE9" w:rsidRPr="003F06C5" w:rsidRDefault="00957CE9" w:rsidP="00957CE9">
      <w:pPr>
        <w:jc w:val="both"/>
        <w:rPr>
          <w:rFonts w:ascii="Montserrat" w:hAnsi="Montserrat"/>
          <w:b/>
          <w:bCs/>
          <w:sz w:val="28"/>
          <w:szCs w:val="28"/>
        </w:rPr>
      </w:pPr>
    </w:p>
    <w:p w14:paraId="15A4A055" w14:textId="4922CC39" w:rsidR="00191427" w:rsidRDefault="005523DA" w:rsidP="00957CE9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De orden de el/la Sr./Sra. Delegado/a de Centro se convoca a los miembros detallados a continuación a la Sesión Extraordinaria del Pleno de la Delegación de Estudiantes de la Facultad/Escuela de ________________________________________________, que se celebrará el viernes 7 de noviembre de 2025, a las XX:XX horas en primera convocatoria, y a las XX:XX horas en segunda convocatoria de manera presencial en el Aula ________________________ de la Facultad/Escuela de _____________________________________ con el siguiente orden del día:</w:t>
      </w:r>
    </w:p>
    <w:p w14:paraId="09BEC055" w14:textId="77777777" w:rsidR="00957CE9" w:rsidRDefault="00957CE9" w:rsidP="00957CE9">
      <w:pPr>
        <w:jc w:val="both"/>
        <w:rPr>
          <w:rFonts w:ascii="Montserrat" w:hAnsi="Montserrat"/>
        </w:rPr>
      </w:pPr>
    </w:p>
    <w:p w14:paraId="58CA7180" w14:textId="5BAFEF1A" w:rsidR="00957CE9" w:rsidRDefault="005523DA" w:rsidP="005523DA">
      <w:pPr>
        <w:pStyle w:val="Prrafodelista"/>
        <w:numPr>
          <w:ilvl w:val="0"/>
          <w:numId w:val="3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Constitución del Pleno de la Delegación de Estudiantes 2025-2026.</w:t>
      </w:r>
    </w:p>
    <w:p w14:paraId="429ADC81" w14:textId="304946D1" w:rsidR="005523DA" w:rsidRDefault="005523DA" w:rsidP="005523DA">
      <w:pPr>
        <w:pStyle w:val="Prrafodelista"/>
        <w:numPr>
          <w:ilvl w:val="0"/>
          <w:numId w:val="3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Elección por el Pleno de Delegado de Centro, Secretario, Tesorero y demás vocales pertenecientes a la Comisión Ejecutiva.</w:t>
      </w:r>
    </w:p>
    <w:p w14:paraId="419D6A9B" w14:textId="17CBDEE1" w:rsidR="005523DA" w:rsidRDefault="005523DA" w:rsidP="005523DA">
      <w:pPr>
        <w:pStyle w:val="Prrafodelista"/>
        <w:numPr>
          <w:ilvl w:val="0"/>
          <w:numId w:val="3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Ratificación del/los subdelegado/s por el Pleno a propuesta del Delegado.</w:t>
      </w:r>
    </w:p>
    <w:p w14:paraId="33D0D0E2" w14:textId="18025063" w:rsidR="005523DA" w:rsidRDefault="005523DA" w:rsidP="005523DA">
      <w:pPr>
        <w:pStyle w:val="Prrafodelista"/>
        <w:numPr>
          <w:ilvl w:val="0"/>
          <w:numId w:val="3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Elección de los representantes de la Delegación para el Consejo de Estudiantes de la Universidad de León.</w:t>
      </w:r>
    </w:p>
    <w:p w14:paraId="6ACDC592" w14:textId="59AE0E0F" w:rsidR="005523DA" w:rsidRDefault="005523DA" w:rsidP="005523DA">
      <w:pPr>
        <w:pStyle w:val="Prrafodelista"/>
        <w:numPr>
          <w:ilvl w:val="0"/>
          <w:numId w:val="3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…</w:t>
      </w:r>
    </w:p>
    <w:p w14:paraId="4ED162EB" w14:textId="77777777" w:rsidR="00191427" w:rsidRDefault="00191427" w:rsidP="00957CE9">
      <w:pPr>
        <w:jc w:val="both"/>
        <w:rPr>
          <w:rFonts w:ascii="Montserrat" w:hAnsi="Montserrat"/>
          <w:b/>
          <w:bCs/>
        </w:rPr>
      </w:pPr>
    </w:p>
    <w:p w14:paraId="3657CB31" w14:textId="1324A6EC" w:rsidR="00191427" w:rsidRPr="00F112C1" w:rsidRDefault="00F112C1" w:rsidP="00957CE9">
      <w:pPr>
        <w:jc w:val="both"/>
        <w:rPr>
          <w:rFonts w:ascii="Montserrat" w:hAnsi="Montserrat"/>
          <w:b/>
          <w:bCs/>
        </w:rPr>
      </w:pPr>
      <w:r w:rsidRPr="00F112C1">
        <w:rPr>
          <w:rFonts w:ascii="Montserrat" w:hAnsi="Montserrat"/>
          <w:b/>
          <w:bCs/>
        </w:rPr>
        <w:t>Miembros:</w:t>
      </w:r>
      <w:r>
        <w:rPr>
          <w:rFonts w:ascii="Montserrat" w:hAnsi="Montserrat"/>
          <w:b/>
          <w:bCs/>
        </w:rPr>
        <w:t xml:space="preserve"> [detallar convocados]</w:t>
      </w:r>
    </w:p>
    <w:p w14:paraId="0E3ACC8B" w14:textId="77777777" w:rsidR="00F91EEB" w:rsidRDefault="00F91EEB" w:rsidP="00957CE9">
      <w:pPr>
        <w:jc w:val="both"/>
        <w:rPr>
          <w:rFonts w:ascii="Montserrat" w:hAnsi="Montserrat"/>
          <w:b/>
          <w:bCs/>
        </w:rPr>
      </w:pPr>
    </w:p>
    <w:p w14:paraId="543FEF51" w14:textId="0B3093EB" w:rsidR="00191427" w:rsidRDefault="00957CE9" w:rsidP="00957CE9">
      <w:pPr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Firmado en León a X de </w:t>
      </w:r>
      <w:r w:rsidR="005523DA">
        <w:rPr>
          <w:rFonts w:ascii="Montserrat" w:hAnsi="Montserrat"/>
        </w:rPr>
        <w:t>octubre</w:t>
      </w:r>
      <w:r>
        <w:rPr>
          <w:rFonts w:ascii="Montserrat" w:hAnsi="Montserrat"/>
        </w:rPr>
        <w:t xml:space="preserve"> de 2025.</w:t>
      </w:r>
    </w:p>
    <w:p w14:paraId="0CF65606" w14:textId="77777777" w:rsidR="00191427" w:rsidRDefault="00191427" w:rsidP="00957CE9">
      <w:pPr>
        <w:jc w:val="both"/>
        <w:rPr>
          <w:rFonts w:ascii="Montserrat" w:hAnsi="Montserrat"/>
        </w:rPr>
      </w:pPr>
    </w:p>
    <w:p w14:paraId="6EE987D9" w14:textId="77777777" w:rsidR="00957CE9" w:rsidRDefault="00957CE9" w:rsidP="00957CE9">
      <w:pPr>
        <w:jc w:val="both"/>
        <w:rPr>
          <w:rFonts w:ascii="Montserrat" w:hAnsi="Montserrat"/>
        </w:rPr>
      </w:pPr>
    </w:p>
    <w:p w14:paraId="6EDACEF3" w14:textId="77777777" w:rsidR="00957CE9" w:rsidRDefault="00957CE9" w:rsidP="00957CE9">
      <w:pPr>
        <w:jc w:val="both"/>
        <w:rPr>
          <w:rFonts w:ascii="Montserrat" w:hAnsi="Montserrat"/>
        </w:rPr>
      </w:pPr>
    </w:p>
    <w:p w14:paraId="14664667" w14:textId="77777777" w:rsidR="00957CE9" w:rsidRDefault="00957CE9" w:rsidP="00957CE9">
      <w:pPr>
        <w:jc w:val="both"/>
        <w:rPr>
          <w:rFonts w:ascii="Montserrat" w:hAnsi="Montserrat"/>
        </w:rPr>
      </w:pPr>
    </w:p>
    <w:p w14:paraId="606E9E5F" w14:textId="77777777" w:rsidR="00957CE9" w:rsidRDefault="00957CE9" w:rsidP="00957CE9">
      <w:pPr>
        <w:jc w:val="both"/>
        <w:rPr>
          <w:rFonts w:ascii="Montserrat" w:hAnsi="Montserrat"/>
        </w:rPr>
      </w:pPr>
    </w:p>
    <w:p w14:paraId="3FDD1607" w14:textId="77777777" w:rsidR="00957CE9" w:rsidRDefault="00957CE9" w:rsidP="00957CE9">
      <w:pPr>
        <w:jc w:val="both"/>
        <w:rPr>
          <w:rFonts w:ascii="Montserrat" w:hAnsi="Montserrat"/>
        </w:rPr>
      </w:pPr>
    </w:p>
    <w:p w14:paraId="45FE0256" w14:textId="77777777" w:rsidR="00957CE9" w:rsidRDefault="00957CE9" w:rsidP="00957CE9">
      <w:pPr>
        <w:jc w:val="both"/>
        <w:rPr>
          <w:rFonts w:ascii="Montserrat" w:hAnsi="Montserrat"/>
        </w:rPr>
      </w:pPr>
    </w:p>
    <w:p w14:paraId="3FA3CBBC" w14:textId="2E447E82" w:rsidR="00191427" w:rsidRDefault="00191427" w:rsidP="00957CE9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Fdo.____________________________</w:t>
      </w:r>
    </w:p>
    <w:p w14:paraId="33CE3EBC" w14:textId="77777777" w:rsidR="00191427" w:rsidRDefault="00191427" w:rsidP="00957CE9">
      <w:pPr>
        <w:jc w:val="both"/>
        <w:rPr>
          <w:rFonts w:ascii="Montserrat" w:hAnsi="Montserrat"/>
        </w:rPr>
      </w:pPr>
    </w:p>
    <w:p w14:paraId="19334191" w14:textId="5D89768D" w:rsidR="00F91EEB" w:rsidRPr="004572AD" w:rsidRDefault="00F91EEB" w:rsidP="00957CE9">
      <w:pPr>
        <w:jc w:val="center"/>
        <w:rPr>
          <w:rFonts w:ascii="Montserrat" w:hAnsi="Montserrat"/>
          <w:b/>
          <w:bCs/>
        </w:rPr>
      </w:pPr>
    </w:p>
    <w:sectPr w:rsidR="00F91EEB" w:rsidRPr="004572AD" w:rsidSect="00106B42">
      <w:headerReference w:type="default" r:id="rId10"/>
      <w:footerReference w:type="default" r:id="rId11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3CF20" w14:textId="77777777" w:rsidR="0058710B" w:rsidRDefault="0058710B" w:rsidP="003336CB">
      <w:r>
        <w:separator/>
      </w:r>
    </w:p>
  </w:endnote>
  <w:endnote w:type="continuationSeparator" w:id="0">
    <w:p w14:paraId="575789A3" w14:textId="77777777" w:rsidR="0058710B" w:rsidRDefault="0058710B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Campus de Vegazana,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Campus de Vegazana,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ACA1A" w14:textId="77777777" w:rsidR="0058710B" w:rsidRDefault="0058710B" w:rsidP="003336CB">
      <w:r>
        <w:separator/>
      </w:r>
    </w:p>
  </w:footnote>
  <w:footnote w:type="continuationSeparator" w:id="0">
    <w:p w14:paraId="52591981" w14:textId="77777777" w:rsidR="0058710B" w:rsidRDefault="0058710B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0F465368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5523DA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0F465368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5523DA">
                      <w:rPr>
                        <w:rFonts w:ascii="Montserrat" w:hAnsi="Montserrat"/>
                        <w:b/>
                        <w:bCs/>
                        <w:szCs w:val="40"/>
                      </w:rPr>
                      <w:t>X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5160F"/>
    <w:multiLevelType w:val="hybridMultilevel"/>
    <w:tmpl w:val="BF5817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31D02"/>
    <w:multiLevelType w:val="hybridMultilevel"/>
    <w:tmpl w:val="EBAEF6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2"/>
  </w:num>
  <w:num w:numId="2" w16cid:durableId="793908156">
    <w:abstractNumId w:val="0"/>
  </w:num>
  <w:num w:numId="3" w16cid:durableId="376008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43CFF"/>
    <w:rsid w:val="00160DF4"/>
    <w:rsid w:val="00191427"/>
    <w:rsid w:val="00196109"/>
    <w:rsid w:val="00230ACD"/>
    <w:rsid w:val="00286F43"/>
    <w:rsid w:val="002E17F9"/>
    <w:rsid w:val="002F30A2"/>
    <w:rsid w:val="003336CB"/>
    <w:rsid w:val="00372077"/>
    <w:rsid w:val="003E4FC7"/>
    <w:rsid w:val="003F06C5"/>
    <w:rsid w:val="003F0B10"/>
    <w:rsid w:val="003F0C85"/>
    <w:rsid w:val="003F40F0"/>
    <w:rsid w:val="003F6B0B"/>
    <w:rsid w:val="00450B97"/>
    <w:rsid w:val="004572AD"/>
    <w:rsid w:val="005523DA"/>
    <w:rsid w:val="00560BB0"/>
    <w:rsid w:val="00564DA8"/>
    <w:rsid w:val="005742A2"/>
    <w:rsid w:val="0058710B"/>
    <w:rsid w:val="00587267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957CE9"/>
    <w:rsid w:val="0096614F"/>
    <w:rsid w:val="00A052FA"/>
    <w:rsid w:val="00A24895"/>
    <w:rsid w:val="00A849B7"/>
    <w:rsid w:val="00A97D34"/>
    <w:rsid w:val="00AA7C57"/>
    <w:rsid w:val="00B01372"/>
    <w:rsid w:val="00B10451"/>
    <w:rsid w:val="00B267F6"/>
    <w:rsid w:val="00B34DC5"/>
    <w:rsid w:val="00B70161"/>
    <w:rsid w:val="00B9480E"/>
    <w:rsid w:val="00BA712B"/>
    <w:rsid w:val="00BE1C06"/>
    <w:rsid w:val="00BF3B57"/>
    <w:rsid w:val="00C30E8A"/>
    <w:rsid w:val="00C34DCB"/>
    <w:rsid w:val="00C37713"/>
    <w:rsid w:val="00C6748B"/>
    <w:rsid w:val="00C94A2B"/>
    <w:rsid w:val="00CC6BF5"/>
    <w:rsid w:val="00CE707B"/>
    <w:rsid w:val="00D45A51"/>
    <w:rsid w:val="00D5688B"/>
    <w:rsid w:val="00D74F60"/>
    <w:rsid w:val="00DD37D3"/>
    <w:rsid w:val="00E90932"/>
    <w:rsid w:val="00F112C1"/>
    <w:rsid w:val="00F25945"/>
    <w:rsid w:val="00F70B37"/>
    <w:rsid w:val="00F91EEB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76</TotalTime>
  <Pages>1</Pages>
  <Words>182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24</cp:revision>
  <cp:lastPrinted>2025-10-07T13:19:00Z</cp:lastPrinted>
  <dcterms:created xsi:type="dcterms:W3CDTF">2025-03-21T09:48:00Z</dcterms:created>
  <dcterms:modified xsi:type="dcterms:W3CDTF">2025-10-15T08:42:00Z</dcterms:modified>
</cp:coreProperties>
</file>